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98" w:rsidRDefault="00A34398" w:rsidP="00072461">
      <w:pPr>
        <w:spacing w:after="0" w:line="240" w:lineRule="auto"/>
        <w:jc w:val="center"/>
        <w:rPr>
          <w:b/>
          <w:bCs/>
          <w:sz w:val="58"/>
          <w:szCs w:val="58"/>
        </w:rPr>
      </w:pPr>
      <w:r>
        <w:rPr>
          <w:b/>
          <w:bCs/>
          <w:sz w:val="58"/>
          <w:szCs w:val="58"/>
        </w:rPr>
        <w:t>OXLEY  KEARTLAND (W) LTD</w:t>
      </w:r>
    </w:p>
    <w:p w:rsidR="00A34398" w:rsidRDefault="00A34398" w:rsidP="00072461">
      <w:pPr>
        <w:spacing w:after="0" w:line="240" w:lineRule="auto"/>
        <w:jc w:val="center"/>
        <w:rPr>
          <w:sz w:val="32"/>
          <w:szCs w:val="32"/>
        </w:rPr>
      </w:pPr>
      <w:r>
        <w:rPr>
          <w:sz w:val="36"/>
          <w:szCs w:val="36"/>
        </w:rPr>
        <w:t>F6/F7 Baldonnell Business Park</w:t>
      </w:r>
      <w:r>
        <w:rPr>
          <w:sz w:val="32"/>
          <w:szCs w:val="32"/>
        </w:rPr>
        <w:t>,</w:t>
      </w:r>
    </w:p>
    <w:p w:rsidR="00A34398" w:rsidRDefault="00A34398" w:rsidP="00072461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Baldonnell, Dublin 22</w:t>
      </w:r>
    </w:p>
    <w:p w:rsidR="00A34398" w:rsidRDefault="00A34398" w:rsidP="00072461">
      <w:pPr>
        <w:spacing w:after="0" w:line="240" w:lineRule="auto"/>
        <w:jc w:val="center"/>
      </w:pPr>
      <w:r>
        <w:t xml:space="preserve">PH: 01-4105592  FX: 01-4105597  E: </w:t>
      </w:r>
      <w:hyperlink r:id="rId7" w:history="1">
        <w:r>
          <w:rPr>
            <w:rStyle w:val="Hyperlink"/>
          </w:rPr>
          <w:t>ruth@oxley.iol.ie</w:t>
        </w:r>
      </w:hyperlink>
    </w:p>
    <w:p w:rsidR="00A34398" w:rsidRDefault="00A34398" w:rsidP="00072461">
      <w:pPr>
        <w:spacing w:after="0" w:line="240" w:lineRule="auto"/>
        <w:jc w:val="center"/>
      </w:pPr>
    </w:p>
    <w:p w:rsidR="00A34398" w:rsidRDefault="00A34398" w:rsidP="0032764F">
      <w:pPr>
        <w:ind w:left="7920" w:firstLine="720"/>
        <w:rPr>
          <w:sz w:val="28"/>
          <w:szCs w:val="28"/>
        </w:rPr>
      </w:pPr>
    </w:p>
    <w:p w:rsidR="00A34398" w:rsidRDefault="00A34398" w:rsidP="0032764F">
      <w:pPr>
        <w:ind w:left="7920" w:firstLine="720"/>
        <w:rPr>
          <w:sz w:val="28"/>
          <w:szCs w:val="28"/>
        </w:rPr>
      </w:pPr>
      <w:r>
        <w:rPr>
          <w:sz w:val="28"/>
          <w:szCs w:val="28"/>
        </w:rPr>
        <w:t>18/11/2011</w:t>
      </w:r>
    </w:p>
    <w:p w:rsidR="00A34398" w:rsidRDefault="00A34398" w:rsidP="0032764F">
      <w:pPr>
        <w:rPr>
          <w:b/>
          <w:bCs/>
          <w:sz w:val="28"/>
          <w:szCs w:val="28"/>
          <w:u w:val="single"/>
        </w:rPr>
      </w:pPr>
    </w:p>
    <w:p w:rsidR="00A34398" w:rsidRDefault="00A34398" w:rsidP="0032764F">
      <w:pPr>
        <w:rPr>
          <w:b/>
          <w:bCs/>
          <w:sz w:val="28"/>
          <w:szCs w:val="28"/>
          <w:u w:val="single"/>
        </w:rPr>
      </w:pPr>
      <w:r w:rsidRPr="0032764F">
        <w:rPr>
          <w:b/>
          <w:bCs/>
          <w:sz w:val="28"/>
          <w:szCs w:val="28"/>
          <w:u w:val="single"/>
        </w:rPr>
        <w:t>Ref: Products supplied to Clondalkin Library.</w:t>
      </w:r>
    </w:p>
    <w:p w:rsidR="00A34398" w:rsidRPr="0032764F" w:rsidRDefault="00A34398" w:rsidP="0032764F">
      <w:pPr>
        <w:rPr>
          <w:b/>
          <w:bCs/>
          <w:sz w:val="28"/>
          <w:szCs w:val="28"/>
          <w:u w:val="single"/>
        </w:rPr>
      </w:pPr>
    </w:p>
    <w:p w:rsidR="00A34398" w:rsidRPr="0032764F" w:rsidRDefault="00A34398" w:rsidP="003276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1) </w:t>
      </w:r>
      <w:r w:rsidRPr="0032764F">
        <w:rPr>
          <w:b/>
          <w:bCs/>
          <w:sz w:val="28"/>
          <w:szCs w:val="28"/>
        </w:rPr>
        <w:t>Sanitary ware from:</w:t>
      </w:r>
      <w:r>
        <w:rPr>
          <w:b/>
          <w:bCs/>
          <w:sz w:val="28"/>
          <w:szCs w:val="28"/>
        </w:rPr>
        <w:t xml:space="preserve"> (W.C.’s, Basins)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Vitra (U.K.) Limited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Park 34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Collett, Didcot,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Oxen Ox117WB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U.K.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Tel: 01 235 750990.</w:t>
      </w:r>
    </w:p>
    <w:p w:rsidR="00A34398" w:rsidRDefault="00A34398" w:rsidP="0032764F">
      <w:pPr>
        <w:rPr>
          <w:sz w:val="28"/>
          <w:szCs w:val="28"/>
        </w:rPr>
      </w:pPr>
    </w:p>
    <w:p w:rsidR="00A34398" w:rsidRDefault="00A34398" w:rsidP="0032764F">
      <w:pPr>
        <w:rPr>
          <w:b/>
          <w:bCs/>
          <w:sz w:val="28"/>
          <w:szCs w:val="28"/>
        </w:rPr>
      </w:pPr>
      <w:r w:rsidRPr="0032764F">
        <w:rPr>
          <w:b/>
          <w:bCs/>
          <w:sz w:val="28"/>
          <w:szCs w:val="28"/>
        </w:rPr>
        <w:t>2) Grab Rails,</w:t>
      </w:r>
      <w:r>
        <w:rPr>
          <w:b/>
          <w:bCs/>
          <w:sz w:val="28"/>
          <w:szCs w:val="28"/>
        </w:rPr>
        <w:t xml:space="preserve"> </w:t>
      </w:r>
      <w:r w:rsidRPr="0032764F">
        <w:rPr>
          <w:b/>
          <w:bCs/>
          <w:sz w:val="28"/>
          <w:szCs w:val="28"/>
        </w:rPr>
        <w:t>Baby Changing Unit &amp; Accessories.</w:t>
      </w:r>
      <w:r>
        <w:rPr>
          <w:b/>
          <w:bCs/>
          <w:sz w:val="28"/>
          <w:szCs w:val="28"/>
        </w:rPr>
        <w:t xml:space="preserve"> (inc. Toilet Roll Holder).</w:t>
      </w:r>
    </w:p>
    <w:p w:rsidR="00A34398" w:rsidRDefault="00A34398" w:rsidP="0032764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Nymas (U.K.)    </w:t>
      </w:r>
    </w:p>
    <w:p w:rsidR="00A34398" w:rsidRPr="00FE0AF4" w:rsidRDefault="00A34398" w:rsidP="0032764F">
      <w:pPr>
        <w:rPr>
          <w:sz w:val="28"/>
          <w:szCs w:val="28"/>
        </w:rPr>
      </w:pPr>
      <w:r w:rsidRPr="00FE0AF4">
        <w:rPr>
          <w:sz w:val="28"/>
          <w:szCs w:val="28"/>
        </w:rPr>
        <w:t xml:space="preserve">     10 Ellerbeck Court, Stokesley Business Park,</w:t>
      </w:r>
    </w:p>
    <w:p w:rsidR="00A34398" w:rsidRPr="00FE0AF4" w:rsidRDefault="00A34398" w:rsidP="0032764F">
      <w:pPr>
        <w:rPr>
          <w:sz w:val="28"/>
          <w:szCs w:val="28"/>
        </w:rPr>
      </w:pPr>
      <w:r w:rsidRPr="00FE0AF4">
        <w:rPr>
          <w:sz w:val="28"/>
          <w:szCs w:val="28"/>
        </w:rPr>
        <w:t xml:space="preserve">     Stokesley, North Yorkshire,  TS9 5PT</w:t>
      </w:r>
    </w:p>
    <w:p w:rsidR="00A34398" w:rsidRDefault="00A34398" w:rsidP="0032764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FE0AF4">
        <w:rPr>
          <w:sz w:val="28"/>
          <w:szCs w:val="28"/>
        </w:rPr>
        <w:t xml:space="preserve">U.K.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TeL: </w:t>
      </w:r>
      <w:r w:rsidRPr="00FE0AF4">
        <w:rPr>
          <w:sz w:val="28"/>
          <w:szCs w:val="28"/>
        </w:rPr>
        <w:t>01 642 710 719</w:t>
      </w:r>
      <w:r>
        <w:rPr>
          <w:sz w:val="28"/>
          <w:szCs w:val="28"/>
        </w:rPr>
        <w:t>.</w:t>
      </w:r>
    </w:p>
    <w:p w:rsidR="00A34398" w:rsidRPr="00FE0AF4" w:rsidRDefault="00A34398" w:rsidP="0032764F">
      <w:pPr>
        <w:rPr>
          <w:b/>
          <w:bCs/>
          <w:sz w:val="28"/>
          <w:szCs w:val="28"/>
        </w:rPr>
      </w:pPr>
      <w:r w:rsidRPr="00FE0AF4">
        <w:rPr>
          <w:b/>
          <w:bCs/>
          <w:sz w:val="28"/>
          <w:szCs w:val="28"/>
        </w:rPr>
        <w:t>3)  Concealed Cistern &amp; Flush Plate.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 Grohe U.K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 Blays House, Wick Road, Englefield Green,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 Egham, Surrey TW20 OHJ.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 U.K.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Tel: 0871 200 3414.</w:t>
      </w:r>
    </w:p>
    <w:p w:rsidR="00A34398" w:rsidRDefault="00A34398" w:rsidP="00186E57">
      <w:pPr>
        <w:spacing w:after="0" w:line="240" w:lineRule="auto"/>
        <w:jc w:val="center"/>
        <w:rPr>
          <w:b/>
          <w:bCs/>
          <w:sz w:val="58"/>
          <w:szCs w:val="58"/>
        </w:rPr>
      </w:pPr>
      <w:r>
        <w:rPr>
          <w:b/>
          <w:bCs/>
          <w:sz w:val="58"/>
          <w:szCs w:val="58"/>
        </w:rPr>
        <w:t>OXLEY  KEARTLAND (W) LTD</w:t>
      </w:r>
    </w:p>
    <w:p w:rsidR="00A34398" w:rsidRDefault="00A34398" w:rsidP="00186E57">
      <w:pPr>
        <w:spacing w:after="0" w:line="240" w:lineRule="auto"/>
        <w:jc w:val="center"/>
        <w:rPr>
          <w:sz w:val="32"/>
          <w:szCs w:val="32"/>
        </w:rPr>
      </w:pPr>
      <w:r>
        <w:rPr>
          <w:sz w:val="36"/>
          <w:szCs w:val="36"/>
        </w:rPr>
        <w:t>F6/F7 Baldonnell Business Park</w:t>
      </w:r>
      <w:r>
        <w:rPr>
          <w:sz w:val="32"/>
          <w:szCs w:val="32"/>
        </w:rPr>
        <w:t>,</w:t>
      </w:r>
    </w:p>
    <w:p w:rsidR="00A34398" w:rsidRDefault="00A34398" w:rsidP="00186E57">
      <w:pPr>
        <w:spacing w:after="0"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Baldonnell, Dublin 22</w:t>
      </w:r>
    </w:p>
    <w:p w:rsidR="00A34398" w:rsidRDefault="00A34398" w:rsidP="00186E57">
      <w:pPr>
        <w:spacing w:after="0" w:line="240" w:lineRule="auto"/>
        <w:jc w:val="center"/>
      </w:pPr>
      <w:r>
        <w:t xml:space="preserve">PH: 01-4105592  FX: 01-4105597  E: </w:t>
      </w:r>
      <w:hyperlink r:id="rId8" w:history="1">
        <w:r>
          <w:rPr>
            <w:rStyle w:val="Hyperlink"/>
          </w:rPr>
          <w:t>ruth@oxley.iol.ie</w:t>
        </w:r>
      </w:hyperlink>
    </w:p>
    <w:p w:rsidR="00A34398" w:rsidRDefault="00A34398" w:rsidP="0032764F">
      <w:pPr>
        <w:rPr>
          <w:b/>
          <w:bCs/>
          <w:sz w:val="28"/>
          <w:szCs w:val="28"/>
        </w:rPr>
      </w:pPr>
    </w:p>
    <w:p w:rsidR="00A34398" w:rsidRDefault="00A34398" w:rsidP="0032764F">
      <w:pPr>
        <w:rPr>
          <w:b/>
          <w:bCs/>
          <w:sz w:val="28"/>
          <w:szCs w:val="28"/>
        </w:rPr>
      </w:pPr>
    </w:p>
    <w:p w:rsidR="00A34398" w:rsidRPr="00FE0AF4" w:rsidRDefault="00A34398" w:rsidP="0032764F">
      <w:pPr>
        <w:rPr>
          <w:b/>
          <w:bCs/>
          <w:sz w:val="28"/>
          <w:szCs w:val="28"/>
        </w:rPr>
      </w:pPr>
      <w:r w:rsidRPr="00FE0AF4">
        <w:rPr>
          <w:b/>
          <w:bCs/>
          <w:sz w:val="28"/>
          <w:szCs w:val="28"/>
        </w:rPr>
        <w:t>4) Mixer Taps &amp; Wastes.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Usher Bathrooms. 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613 Kilshane Ave., North West Business Park.</w:t>
      </w:r>
    </w:p>
    <w:p w:rsidR="00A34398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 xml:space="preserve">     Phase 3 – Ballycoolin, Dublin 15.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Tel:  01 817 97 55.</w:t>
      </w:r>
    </w:p>
    <w:p w:rsidR="00A34398" w:rsidRDefault="00A34398" w:rsidP="0032764F">
      <w:pPr>
        <w:rPr>
          <w:sz w:val="28"/>
          <w:szCs w:val="28"/>
        </w:rPr>
      </w:pPr>
    </w:p>
    <w:p w:rsidR="00A34398" w:rsidRPr="00FE0AF4" w:rsidRDefault="00A34398" w:rsidP="0032764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E0AF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A34398" w:rsidRDefault="00A34398" w:rsidP="0032764F">
      <w:pPr>
        <w:rPr>
          <w:b/>
          <w:bCs/>
          <w:sz w:val="28"/>
          <w:szCs w:val="28"/>
        </w:rPr>
      </w:pPr>
    </w:p>
    <w:p w:rsidR="00A34398" w:rsidRPr="0032764F" w:rsidRDefault="00A34398" w:rsidP="0032764F">
      <w:pPr>
        <w:rPr>
          <w:b/>
          <w:bCs/>
          <w:sz w:val="28"/>
          <w:szCs w:val="28"/>
        </w:rPr>
      </w:pPr>
    </w:p>
    <w:p w:rsidR="00A34398" w:rsidRDefault="00A34398" w:rsidP="0032764F">
      <w:pPr>
        <w:rPr>
          <w:sz w:val="28"/>
          <w:szCs w:val="28"/>
        </w:rPr>
      </w:pPr>
    </w:p>
    <w:p w:rsidR="00A34398" w:rsidRDefault="00A34398" w:rsidP="0032764F">
      <w:pPr>
        <w:rPr>
          <w:sz w:val="28"/>
          <w:szCs w:val="28"/>
        </w:rPr>
      </w:pPr>
    </w:p>
    <w:p w:rsidR="00A34398" w:rsidRDefault="00A34398" w:rsidP="0032764F">
      <w:pPr>
        <w:rPr>
          <w:sz w:val="28"/>
          <w:szCs w:val="28"/>
        </w:rPr>
      </w:pPr>
    </w:p>
    <w:p w:rsidR="00A34398" w:rsidRDefault="00A34398" w:rsidP="0032764F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34398" w:rsidRDefault="00A34398" w:rsidP="005E36D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34398" w:rsidRDefault="00A34398" w:rsidP="005E36D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34398" w:rsidRDefault="00A34398" w:rsidP="005E36D5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Default="00A34398" w:rsidP="005E36D5">
      <w:pPr>
        <w:rPr>
          <w:rFonts w:ascii="Times New Roman" w:hAnsi="Times New Roman" w:cs="Times New Roman"/>
          <w:sz w:val="24"/>
          <w:szCs w:val="24"/>
        </w:rPr>
      </w:pPr>
    </w:p>
    <w:p w:rsidR="00A34398" w:rsidRPr="005806A0" w:rsidRDefault="00A34398" w:rsidP="008D05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34398" w:rsidRPr="005806A0" w:rsidSect="0085367B">
      <w:headerReference w:type="default" r:id="rId9"/>
      <w:footerReference w:type="default" r:id="rId10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398" w:rsidRDefault="00A34398" w:rsidP="00992C86">
      <w:pPr>
        <w:spacing w:after="0" w:line="240" w:lineRule="auto"/>
      </w:pPr>
      <w:r>
        <w:separator/>
      </w:r>
    </w:p>
  </w:endnote>
  <w:endnote w:type="continuationSeparator" w:id="1">
    <w:p w:rsidR="00A34398" w:rsidRDefault="00A34398" w:rsidP="00992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398" w:rsidRDefault="00A34398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34398" w:rsidRDefault="00A34398" w:rsidP="001403C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398" w:rsidRDefault="00A34398" w:rsidP="00992C86">
      <w:pPr>
        <w:spacing w:after="0" w:line="240" w:lineRule="auto"/>
      </w:pPr>
      <w:r>
        <w:separator/>
      </w:r>
    </w:p>
  </w:footnote>
  <w:footnote w:type="continuationSeparator" w:id="1">
    <w:p w:rsidR="00A34398" w:rsidRDefault="00A34398" w:rsidP="00992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398" w:rsidRDefault="00A34398" w:rsidP="00992C86">
    <w:pPr>
      <w:spacing w:after="0" w:line="240" w:lineRule="auto"/>
      <w:jc w:val="center"/>
    </w:pPr>
  </w:p>
  <w:p w:rsidR="00A34398" w:rsidRDefault="00A34398" w:rsidP="00992C86">
    <w:pPr>
      <w:spacing w:after="0" w:line="240" w:lineRule="auto"/>
      <w:jc w:val="both"/>
      <w:rPr>
        <w:rFonts w:ascii="Times New Roman" w:hAnsi="Times New Roman" w:cs="Times New Roman"/>
        <w:sz w:val="24"/>
        <w:szCs w:val="24"/>
      </w:rPr>
    </w:pPr>
  </w:p>
  <w:p w:rsidR="00A34398" w:rsidRPr="00992C86" w:rsidRDefault="00A34398" w:rsidP="00992C86">
    <w:pPr>
      <w:spacing w:after="0" w:line="240" w:lineRule="auto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</w:p>
  <w:p w:rsidR="00A34398" w:rsidRDefault="00A343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12BE7"/>
    <w:multiLevelType w:val="hybridMultilevel"/>
    <w:tmpl w:val="0BCE43AE"/>
    <w:lvl w:ilvl="0" w:tplc="18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325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3045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485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205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6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4D6"/>
    <w:rsid w:val="00002F89"/>
    <w:rsid w:val="00072461"/>
    <w:rsid w:val="000B267D"/>
    <w:rsid w:val="000D3106"/>
    <w:rsid w:val="000F586B"/>
    <w:rsid w:val="00107C6A"/>
    <w:rsid w:val="001279D1"/>
    <w:rsid w:val="001403C7"/>
    <w:rsid w:val="00164892"/>
    <w:rsid w:val="00186E57"/>
    <w:rsid w:val="002035C1"/>
    <w:rsid w:val="00205294"/>
    <w:rsid w:val="0023118E"/>
    <w:rsid w:val="00261D44"/>
    <w:rsid w:val="00273E5C"/>
    <w:rsid w:val="00276A9C"/>
    <w:rsid w:val="002B0D99"/>
    <w:rsid w:val="003072C9"/>
    <w:rsid w:val="0032764F"/>
    <w:rsid w:val="003334CE"/>
    <w:rsid w:val="00347236"/>
    <w:rsid w:val="00371945"/>
    <w:rsid w:val="003A34E0"/>
    <w:rsid w:val="003B311E"/>
    <w:rsid w:val="003C1E13"/>
    <w:rsid w:val="003C4285"/>
    <w:rsid w:val="003E54CF"/>
    <w:rsid w:val="003F1001"/>
    <w:rsid w:val="004061A6"/>
    <w:rsid w:val="004079A1"/>
    <w:rsid w:val="00417E64"/>
    <w:rsid w:val="00441F43"/>
    <w:rsid w:val="0044672B"/>
    <w:rsid w:val="005806A0"/>
    <w:rsid w:val="005830C3"/>
    <w:rsid w:val="005910BE"/>
    <w:rsid w:val="005E077C"/>
    <w:rsid w:val="005E36D5"/>
    <w:rsid w:val="006322B1"/>
    <w:rsid w:val="0064382C"/>
    <w:rsid w:val="006708BE"/>
    <w:rsid w:val="006D08E7"/>
    <w:rsid w:val="006F575F"/>
    <w:rsid w:val="00706F2A"/>
    <w:rsid w:val="0071639F"/>
    <w:rsid w:val="007209CC"/>
    <w:rsid w:val="00747E1E"/>
    <w:rsid w:val="007522F7"/>
    <w:rsid w:val="00753477"/>
    <w:rsid w:val="00755669"/>
    <w:rsid w:val="007C6ABA"/>
    <w:rsid w:val="007F4C9B"/>
    <w:rsid w:val="008032AF"/>
    <w:rsid w:val="0081646A"/>
    <w:rsid w:val="0085367B"/>
    <w:rsid w:val="008623EC"/>
    <w:rsid w:val="00874EA5"/>
    <w:rsid w:val="008D052A"/>
    <w:rsid w:val="008D38EE"/>
    <w:rsid w:val="00916EAC"/>
    <w:rsid w:val="009173FA"/>
    <w:rsid w:val="00950B93"/>
    <w:rsid w:val="00975FFF"/>
    <w:rsid w:val="00992C86"/>
    <w:rsid w:val="009B3CFC"/>
    <w:rsid w:val="009E2D71"/>
    <w:rsid w:val="00A17605"/>
    <w:rsid w:val="00A34398"/>
    <w:rsid w:val="00A416D2"/>
    <w:rsid w:val="00A56066"/>
    <w:rsid w:val="00A73616"/>
    <w:rsid w:val="00A74CB9"/>
    <w:rsid w:val="00A81FA3"/>
    <w:rsid w:val="00AA793E"/>
    <w:rsid w:val="00AC17B6"/>
    <w:rsid w:val="00AF30BA"/>
    <w:rsid w:val="00B0359E"/>
    <w:rsid w:val="00B141D6"/>
    <w:rsid w:val="00B71904"/>
    <w:rsid w:val="00B72149"/>
    <w:rsid w:val="00B76D9C"/>
    <w:rsid w:val="00B91BAC"/>
    <w:rsid w:val="00BB4123"/>
    <w:rsid w:val="00C032F9"/>
    <w:rsid w:val="00C811B5"/>
    <w:rsid w:val="00C85609"/>
    <w:rsid w:val="00CB6F16"/>
    <w:rsid w:val="00CC6AC8"/>
    <w:rsid w:val="00D042F8"/>
    <w:rsid w:val="00D164C9"/>
    <w:rsid w:val="00D61750"/>
    <w:rsid w:val="00D954EF"/>
    <w:rsid w:val="00D96793"/>
    <w:rsid w:val="00DD040F"/>
    <w:rsid w:val="00DE474E"/>
    <w:rsid w:val="00E02635"/>
    <w:rsid w:val="00E35B13"/>
    <w:rsid w:val="00E87784"/>
    <w:rsid w:val="00EB04D6"/>
    <w:rsid w:val="00EB3661"/>
    <w:rsid w:val="00EB5348"/>
    <w:rsid w:val="00F14D01"/>
    <w:rsid w:val="00F35C52"/>
    <w:rsid w:val="00F46EBC"/>
    <w:rsid w:val="00F620FE"/>
    <w:rsid w:val="00F71ABF"/>
    <w:rsid w:val="00F72272"/>
    <w:rsid w:val="00FA3404"/>
    <w:rsid w:val="00FD7C20"/>
    <w:rsid w:val="00FE0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236"/>
    <w:pPr>
      <w:spacing w:after="200" w:line="276" w:lineRule="auto"/>
    </w:pPr>
    <w:rPr>
      <w:rFonts w:cs="Calibri"/>
      <w:lang w:val="en-I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6175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164C9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992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2C86"/>
  </w:style>
  <w:style w:type="paragraph" w:styleId="Footer">
    <w:name w:val="footer"/>
    <w:basedOn w:val="Normal"/>
    <w:link w:val="FooterChar"/>
    <w:uiPriority w:val="99"/>
    <w:rsid w:val="00992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2C86"/>
  </w:style>
  <w:style w:type="character" w:styleId="Hyperlink">
    <w:name w:val="Hyperlink"/>
    <w:basedOn w:val="DefaultParagraphFont"/>
    <w:uiPriority w:val="99"/>
    <w:rsid w:val="00992C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6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th@oxley.iol.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uth@oxley.iol.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202</Words>
  <Characters>1152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OXLEY  KEARTLAND (W) LTD</dc:title>
  <dc:subject/>
  <dc:creator>Fergal Kelly</dc:creator>
  <cp:keywords/>
  <dc:description/>
  <cp:lastModifiedBy>clondalkin</cp:lastModifiedBy>
  <cp:revision>2</cp:revision>
  <cp:lastPrinted>2011-10-21T16:17:00Z</cp:lastPrinted>
  <dcterms:created xsi:type="dcterms:W3CDTF">2012-02-07T15:32:00Z</dcterms:created>
  <dcterms:modified xsi:type="dcterms:W3CDTF">2012-02-07T15:32:00Z</dcterms:modified>
</cp:coreProperties>
</file>